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576" w:rsidRPr="001E7BE4" w:rsidRDefault="00761576" w:rsidP="001E7BE4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28"/>
        </w:rPr>
      </w:pPr>
      <w:r w:rsidRPr="001E7BE4">
        <w:rPr>
          <w:rFonts w:ascii="Times New Roman" w:hAnsi="Times New Roman"/>
          <w:b/>
          <w:i/>
          <w:sz w:val="36"/>
          <w:szCs w:val="28"/>
        </w:rPr>
        <w:t>МИНИСТЕРСТВО ФИЗИЧЕСКОЙ КУЛЬТУРЫ И СПОРТА КРАСНОДАРСКОГО КРАЯ</w:t>
      </w:r>
    </w:p>
    <w:p w:rsidR="00761576" w:rsidRPr="001E7BE4" w:rsidRDefault="00761576" w:rsidP="001E7BE4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28"/>
        </w:rPr>
      </w:pPr>
      <w:r w:rsidRPr="001E7BE4">
        <w:rPr>
          <w:rFonts w:ascii="Times New Roman" w:hAnsi="Times New Roman"/>
          <w:b/>
          <w:i/>
          <w:sz w:val="36"/>
          <w:szCs w:val="28"/>
        </w:rPr>
        <w:t>ВСЕРОССИЙСКАЯ ФЕДЕРАЦИЯ ЛЕГКОЙ АТЛЕТИКИ</w:t>
      </w:r>
    </w:p>
    <w:p w:rsidR="00761576" w:rsidRPr="001E7BE4" w:rsidRDefault="00761576" w:rsidP="001E7BE4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28"/>
        </w:rPr>
      </w:pPr>
      <w:r w:rsidRPr="001E7BE4">
        <w:rPr>
          <w:rFonts w:ascii="Times New Roman" w:hAnsi="Times New Roman"/>
          <w:b/>
          <w:i/>
          <w:sz w:val="36"/>
          <w:szCs w:val="28"/>
        </w:rPr>
        <w:t>ФЕДЕРАЦИЯ ЛЕГКОЙ АТЛЕТИКИ КРАСНОДАРСКОГО КРАЯ</w:t>
      </w:r>
    </w:p>
    <w:p w:rsidR="00761576" w:rsidRPr="001E7BE4" w:rsidRDefault="00761576" w:rsidP="001E7BE4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28"/>
        </w:rPr>
      </w:pPr>
      <w:r w:rsidRPr="001E7BE4">
        <w:rPr>
          <w:rFonts w:ascii="Times New Roman" w:hAnsi="Times New Roman"/>
          <w:b/>
          <w:i/>
          <w:sz w:val="36"/>
          <w:szCs w:val="28"/>
        </w:rPr>
        <w:t>ГБУ КК "ЦЕНТР СПОРТИВНОЙ ПОДГОТОВКИ ПО ЛЕГКОЙ АТЛЕТИКЕ</w:t>
      </w:r>
    </w:p>
    <w:p w:rsidR="00761576" w:rsidRDefault="00761576"/>
    <w:p w:rsidR="00761576" w:rsidRDefault="00761576"/>
    <w:p w:rsidR="00761576" w:rsidRDefault="00761576"/>
    <w:p w:rsidR="00761576" w:rsidRDefault="00761576" w:rsidP="001E7BE4">
      <w:pPr>
        <w:spacing w:line="240" w:lineRule="auto"/>
        <w:jc w:val="center"/>
        <w:rPr>
          <w:rFonts w:ascii="Monotype Corsiva" w:hAnsi="Monotype Corsiva"/>
          <w:b/>
          <w:sz w:val="96"/>
        </w:rPr>
      </w:pPr>
      <w:r w:rsidRPr="001E7BE4">
        <w:rPr>
          <w:rFonts w:ascii="Monotype Corsiva" w:hAnsi="Monotype Corsiva"/>
          <w:b/>
          <w:sz w:val="96"/>
        </w:rPr>
        <w:t>Всероссийские соревнования на призы губернатора Краснодарского края</w:t>
      </w:r>
    </w:p>
    <w:p w:rsidR="00761576" w:rsidRDefault="00761576" w:rsidP="001E7BE4">
      <w:pPr>
        <w:spacing w:line="240" w:lineRule="auto"/>
        <w:jc w:val="center"/>
        <w:rPr>
          <w:rFonts w:ascii="Monotype Corsiva" w:hAnsi="Monotype Corsiva"/>
          <w:b/>
          <w:sz w:val="96"/>
        </w:rPr>
      </w:pPr>
    </w:p>
    <w:p w:rsidR="00761576" w:rsidRDefault="00761576" w:rsidP="001E7BE4">
      <w:pPr>
        <w:spacing w:line="240" w:lineRule="auto"/>
        <w:jc w:val="center"/>
        <w:rPr>
          <w:rFonts w:ascii="Monotype Corsiva" w:hAnsi="Monotype Corsiva"/>
          <w:b/>
          <w:sz w:val="96"/>
        </w:rPr>
      </w:pPr>
    </w:p>
    <w:p w:rsidR="00761576" w:rsidRPr="001E7BE4" w:rsidRDefault="00761576" w:rsidP="001E7BE4">
      <w:pPr>
        <w:spacing w:line="240" w:lineRule="auto"/>
        <w:jc w:val="center"/>
        <w:rPr>
          <w:rFonts w:ascii="Times New Roman" w:hAnsi="Times New Roman"/>
          <w:b/>
          <w:i/>
          <w:sz w:val="40"/>
          <w:szCs w:val="40"/>
        </w:rPr>
      </w:pPr>
      <w:r w:rsidRPr="001E7BE4">
        <w:rPr>
          <w:rFonts w:ascii="Times New Roman" w:hAnsi="Times New Roman"/>
          <w:b/>
          <w:i/>
          <w:sz w:val="40"/>
          <w:szCs w:val="40"/>
        </w:rPr>
        <w:t xml:space="preserve">20 января </w:t>
      </w:r>
      <w:smartTag w:uri="urn:schemas-microsoft-com:office:smarttags" w:element="metricconverter">
        <w:smartTagPr>
          <w:attr w:name="ProductID" w:val="2013 г"/>
        </w:smartTagPr>
        <w:r w:rsidRPr="001E7BE4">
          <w:rPr>
            <w:rFonts w:ascii="Times New Roman" w:hAnsi="Times New Roman"/>
            <w:b/>
            <w:i/>
            <w:sz w:val="40"/>
            <w:szCs w:val="40"/>
          </w:rPr>
          <w:t>2013 г</w:t>
        </w:r>
      </w:smartTag>
      <w:r w:rsidRPr="001E7BE4">
        <w:rPr>
          <w:rFonts w:ascii="Times New Roman" w:hAnsi="Times New Roman"/>
          <w:b/>
          <w:i/>
          <w:sz w:val="40"/>
          <w:szCs w:val="40"/>
        </w:rPr>
        <w:t>.</w:t>
      </w:r>
      <w:r w:rsidRPr="001E7BE4">
        <w:rPr>
          <w:rFonts w:ascii="Times New Roman" w:hAnsi="Times New Roman"/>
          <w:b/>
          <w:i/>
          <w:sz w:val="40"/>
          <w:szCs w:val="40"/>
        </w:rPr>
        <w:tab/>
      </w:r>
      <w:r w:rsidRPr="001E7BE4">
        <w:rPr>
          <w:rFonts w:ascii="Times New Roman" w:hAnsi="Times New Roman"/>
          <w:b/>
          <w:i/>
          <w:sz w:val="40"/>
          <w:szCs w:val="40"/>
        </w:rPr>
        <w:tab/>
      </w:r>
      <w:r w:rsidRPr="001E7BE4">
        <w:rPr>
          <w:rFonts w:ascii="Times New Roman" w:hAnsi="Times New Roman"/>
          <w:b/>
          <w:i/>
          <w:sz w:val="40"/>
          <w:szCs w:val="40"/>
        </w:rPr>
        <w:tab/>
      </w:r>
      <w:r w:rsidRPr="001E7BE4">
        <w:rPr>
          <w:rFonts w:ascii="Times New Roman" w:hAnsi="Times New Roman"/>
          <w:b/>
          <w:i/>
          <w:sz w:val="40"/>
          <w:szCs w:val="40"/>
        </w:rPr>
        <w:tab/>
      </w:r>
      <w:r w:rsidRPr="001E7BE4">
        <w:rPr>
          <w:rFonts w:ascii="Times New Roman" w:hAnsi="Times New Roman"/>
          <w:b/>
          <w:i/>
          <w:sz w:val="40"/>
          <w:szCs w:val="40"/>
        </w:rPr>
        <w:tab/>
        <w:t xml:space="preserve"> г. Краснодар, л/а манеж КГУФКСиТ</w:t>
      </w:r>
    </w:p>
    <w:p w:rsidR="00761576" w:rsidRDefault="00761576"/>
    <w:p w:rsidR="00761576" w:rsidRPr="001E7BE4" w:rsidRDefault="00761576" w:rsidP="001E7BE4">
      <w:pPr>
        <w:spacing w:line="240" w:lineRule="auto"/>
        <w:jc w:val="center"/>
        <w:rPr>
          <w:rFonts w:ascii="Times New Roman" w:hAnsi="Times New Roman"/>
          <w:b/>
          <w:i/>
          <w:sz w:val="40"/>
          <w:szCs w:val="40"/>
        </w:rPr>
      </w:pPr>
      <w:r w:rsidRPr="001E7BE4">
        <w:rPr>
          <w:rFonts w:ascii="Times New Roman" w:hAnsi="Times New Roman"/>
          <w:b/>
          <w:i/>
          <w:sz w:val="40"/>
          <w:szCs w:val="40"/>
        </w:rPr>
        <w:t>Всероссийские соревнования на призы губернатора Краснодарского края</w:t>
      </w:r>
    </w:p>
    <w:p w:rsidR="00761576" w:rsidRPr="004679E5" w:rsidRDefault="00761576" w:rsidP="001E7BE4">
      <w:pPr>
        <w:spacing w:line="240" w:lineRule="auto"/>
        <w:jc w:val="center"/>
        <w:rPr>
          <w:rFonts w:ascii="Times New Roman" w:hAnsi="Times New Roman"/>
          <w:b/>
          <w:i/>
          <w:sz w:val="40"/>
          <w:szCs w:val="40"/>
        </w:rPr>
      </w:pPr>
      <w:r w:rsidRPr="004679E5">
        <w:rPr>
          <w:rFonts w:ascii="Times New Roman" w:hAnsi="Times New Roman"/>
          <w:b/>
          <w:i/>
          <w:sz w:val="40"/>
          <w:szCs w:val="40"/>
        </w:rPr>
        <w:t xml:space="preserve">20 января </w:t>
      </w:r>
      <w:smartTag w:uri="urn:schemas-microsoft-com:office:smarttags" w:element="metricconverter">
        <w:smartTagPr>
          <w:attr w:name="ProductID" w:val="2013 г"/>
        </w:smartTagPr>
        <w:r w:rsidRPr="004679E5">
          <w:rPr>
            <w:rFonts w:ascii="Times New Roman" w:hAnsi="Times New Roman"/>
            <w:b/>
            <w:i/>
            <w:sz w:val="40"/>
            <w:szCs w:val="40"/>
          </w:rPr>
          <w:t>2013 г</w:t>
        </w:r>
      </w:smartTag>
      <w:r w:rsidRPr="004679E5">
        <w:rPr>
          <w:rFonts w:ascii="Times New Roman" w:hAnsi="Times New Roman"/>
          <w:b/>
          <w:i/>
          <w:sz w:val="40"/>
          <w:szCs w:val="40"/>
        </w:rPr>
        <w:t>.,         г. Краснодар, л/а манеж КГУФКСиТ</w:t>
      </w:r>
    </w:p>
    <w:p w:rsidR="00761576" w:rsidRDefault="00761576" w:rsidP="001E7BE4">
      <w:pPr>
        <w:spacing w:line="240" w:lineRule="auto"/>
        <w:jc w:val="center"/>
        <w:rPr>
          <w:rFonts w:ascii="Times New Roman" w:hAnsi="Times New Roman"/>
          <w:b/>
          <w:i/>
          <w:sz w:val="52"/>
        </w:rPr>
      </w:pPr>
      <w:r>
        <w:rPr>
          <w:rFonts w:ascii="Times New Roman" w:hAnsi="Times New Roman"/>
          <w:b/>
          <w:i/>
          <w:sz w:val="52"/>
        </w:rPr>
        <w:t>Главная судейская коллегия</w:t>
      </w:r>
    </w:p>
    <w:p w:rsidR="00761576" w:rsidRDefault="00761576" w:rsidP="001E7BE4">
      <w:pPr>
        <w:spacing w:line="240" w:lineRule="auto"/>
        <w:jc w:val="center"/>
        <w:rPr>
          <w:rFonts w:ascii="Times New Roman" w:hAnsi="Times New Roman"/>
          <w:b/>
          <w:i/>
          <w:sz w:val="52"/>
        </w:rPr>
      </w:pPr>
    </w:p>
    <w:tbl>
      <w:tblPr>
        <w:tblW w:w="14003" w:type="dxa"/>
        <w:jc w:val="center"/>
        <w:tblCellMar>
          <w:left w:w="0" w:type="dxa"/>
          <w:right w:w="0" w:type="dxa"/>
        </w:tblCellMar>
        <w:tblLook w:val="0000"/>
      </w:tblPr>
      <w:tblGrid>
        <w:gridCol w:w="6381"/>
        <w:gridCol w:w="3536"/>
        <w:gridCol w:w="4086"/>
      </w:tblGrid>
      <w:tr w:rsidR="00761576" w:rsidRPr="00A71180" w:rsidTr="0053191A">
        <w:trPr>
          <w:trHeight w:val="480"/>
          <w:jc w:val="center"/>
        </w:trPr>
        <w:tc>
          <w:tcPr>
            <w:tcW w:w="6381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1576" w:rsidRPr="00A71180" w:rsidRDefault="00761576" w:rsidP="00193EEE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Технический делегат</w:t>
            </w:r>
          </w:p>
        </w:tc>
        <w:tc>
          <w:tcPr>
            <w:tcW w:w="3536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1576" w:rsidRPr="00A71180" w:rsidRDefault="00761576" w:rsidP="00193EEE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Н.Г. Шубина</w:t>
            </w:r>
          </w:p>
        </w:tc>
        <w:tc>
          <w:tcPr>
            <w:tcW w:w="4086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1576" w:rsidRPr="00A71180" w:rsidRDefault="00761576" w:rsidP="004679E5">
            <w:pPr>
              <w:spacing w:after="0" w:line="240" w:lineRule="auto"/>
              <w:ind w:right="-99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судья </w:t>
            </w:r>
            <w:r w:rsidRPr="00A71180">
              <w:rPr>
                <w:rFonts w:ascii="Times New Roman" w:hAnsi="Times New Roman"/>
                <w:b/>
                <w:sz w:val="32"/>
                <w:szCs w:val="32"/>
              </w:rPr>
              <w:t xml:space="preserve">ВК,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Краснодар</w:t>
            </w:r>
          </w:p>
        </w:tc>
      </w:tr>
      <w:tr w:rsidR="00761576" w:rsidRPr="00A71180" w:rsidTr="0053191A">
        <w:trPr>
          <w:trHeight w:val="480"/>
          <w:jc w:val="center"/>
        </w:trPr>
        <w:tc>
          <w:tcPr>
            <w:tcW w:w="6381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1576" w:rsidRPr="00A71180" w:rsidRDefault="00761576" w:rsidP="00193EEE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A71180">
              <w:rPr>
                <w:rFonts w:ascii="Times New Roman" w:hAnsi="Times New Roman"/>
                <w:b/>
                <w:sz w:val="32"/>
                <w:szCs w:val="32"/>
              </w:rPr>
              <w:t>Главный судья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соревнований</w:t>
            </w:r>
          </w:p>
        </w:tc>
        <w:tc>
          <w:tcPr>
            <w:tcW w:w="3536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1576" w:rsidRPr="00A71180" w:rsidRDefault="00761576" w:rsidP="00193EEE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A71180">
              <w:rPr>
                <w:rFonts w:ascii="Times New Roman" w:hAnsi="Times New Roman"/>
                <w:b/>
                <w:sz w:val="32"/>
                <w:szCs w:val="32"/>
              </w:rPr>
              <w:t xml:space="preserve">П.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Ф. </w:t>
            </w:r>
            <w:r w:rsidRPr="00A71180">
              <w:rPr>
                <w:rFonts w:ascii="Times New Roman" w:hAnsi="Times New Roman"/>
                <w:b/>
                <w:sz w:val="32"/>
                <w:szCs w:val="32"/>
              </w:rPr>
              <w:t>Безъязычный</w:t>
            </w:r>
          </w:p>
        </w:tc>
        <w:tc>
          <w:tcPr>
            <w:tcW w:w="4086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1576" w:rsidRPr="00A71180" w:rsidRDefault="00761576" w:rsidP="00193EEE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судья </w:t>
            </w:r>
            <w:r w:rsidRPr="00A71180">
              <w:rPr>
                <w:rFonts w:ascii="Times New Roman" w:hAnsi="Times New Roman"/>
                <w:b/>
                <w:sz w:val="32"/>
                <w:szCs w:val="32"/>
              </w:rPr>
              <w:t>ВК, Краснодар</w:t>
            </w:r>
          </w:p>
        </w:tc>
      </w:tr>
      <w:tr w:rsidR="00761576" w:rsidRPr="00A71180" w:rsidTr="0053191A">
        <w:trPr>
          <w:trHeight w:val="480"/>
          <w:jc w:val="center"/>
        </w:trPr>
        <w:tc>
          <w:tcPr>
            <w:tcW w:w="6381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1576" w:rsidRPr="00A71180" w:rsidRDefault="00761576" w:rsidP="00193EEE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A71180">
              <w:rPr>
                <w:rFonts w:ascii="Times New Roman" w:hAnsi="Times New Roman"/>
                <w:b/>
                <w:sz w:val="32"/>
                <w:szCs w:val="32"/>
              </w:rPr>
              <w:t>Главный секретарь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соревнований</w:t>
            </w:r>
          </w:p>
        </w:tc>
        <w:tc>
          <w:tcPr>
            <w:tcW w:w="3536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1576" w:rsidRPr="00A71180" w:rsidRDefault="00761576" w:rsidP="00193EEE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A71180">
              <w:rPr>
                <w:rFonts w:ascii="Times New Roman" w:hAnsi="Times New Roman"/>
                <w:b/>
                <w:sz w:val="32"/>
                <w:szCs w:val="32"/>
              </w:rPr>
              <w:t>О.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А. </w:t>
            </w:r>
            <w:r w:rsidRPr="00A71180">
              <w:rPr>
                <w:rFonts w:ascii="Times New Roman" w:hAnsi="Times New Roman"/>
                <w:b/>
                <w:sz w:val="32"/>
                <w:szCs w:val="32"/>
              </w:rPr>
              <w:t>Алаева</w:t>
            </w:r>
          </w:p>
        </w:tc>
        <w:tc>
          <w:tcPr>
            <w:tcW w:w="4086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1576" w:rsidRPr="00A71180" w:rsidRDefault="00761576" w:rsidP="00193EEE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судья </w:t>
            </w:r>
            <w:r w:rsidRPr="00A71180">
              <w:rPr>
                <w:rFonts w:ascii="Times New Roman" w:hAnsi="Times New Roman"/>
                <w:b/>
                <w:sz w:val="32"/>
                <w:szCs w:val="32"/>
              </w:rPr>
              <w:t>ВК, Краснодар</w:t>
            </w:r>
          </w:p>
        </w:tc>
      </w:tr>
      <w:tr w:rsidR="00761576" w:rsidRPr="00A71180" w:rsidTr="0053191A">
        <w:trPr>
          <w:trHeight w:val="480"/>
          <w:jc w:val="center"/>
        </w:trPr>
        <w:tc>
          <w:tcPr>
            <w:tcW w:w="6381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1576" w:rsidRPr="00A71180" w:rsidRDefault="00761576" w:rsidP="00193EEE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Зам. главного судьи по фотофинишу</w:t>
            </w:r>
            <w:r w:rsidRPr="00A71180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3536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1576" w:rsidRPr="00A71180" w:rsidRDefault="00761576" w:rsidP="00193EEE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А.В. Буйволенко</w:t>
            </w:r>
          </w:p>
        </w:tc>
        <w:tc>
          <w:tcPr>
            <w:tcW w:w="4086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1576" w:rsidRPr="00A71180" w:rsidRDefault="00761576" w:rsidP="00193EEE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 категория, Краснодар</w:t>
            </w:r>
          </w:p>
        </w:tc>
      </w:tr>
      <w:tr w:rsidR="00761576" w:rsidRPr="00A71180" w:rsidTr="0053191A">
        <w:trPr>
          <w:trHeight w:val="480"/>
          <w:jc w:val="center"/>
        </w:trPr>
        <w:tc>
          <w:tcPr>
            <w:tcW w:w="6381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1576" w:rsidRPr="00A71180" w:rsidRDefault="00761576" w:rsidP="00193EEE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З</w:t>
            </w:r>
            <w:r w:rsidRPr="00A71180">
              <w:rPr>
                <w:rFonts w:ascii="Times New Roman" w:hAnsi="Times New Roman"/>
                <w:b/>
                <w:sz w:val="32"/>
                <w:szCs w:val="32"/>
              </w:rPr>
              <w:t>ам. главного секретаря</w:t>
            </w:r>
          </w:p>
        </w:tc>
        <w:tc>
          <w:tcPr>
            <w:tcW w:w="3536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1576" w:rsidRPr="00A71180" w:rsidRDefault="00761576" w:rsidP="00193EEE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Л.В. Тужикова</w:t>
            </w:r>
          </w:p>
        </w:tc>
        <w:tc>
          <w:tcPr>
            <w:tcW w:w="4086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1576" w:rsidRPr="00A71180" w:rsidRDefault="00761576" w:rsidP="00022C36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судья </w:t>
            </w:r>
            <w:r w:rsidRPr="00A71180">
              <w:rPr>
                <w:rFonts w:ascii="Times New Roman" w:hAnsi="Times New Roman"/>
                <w:b/>
                <w:sz w:val="32"/>
                <w:szCs w:val="32"/>
              </w:rPr>
              <w:t>ВК, Краснодар</w:t>
            </w:r>
          </w:p>
        </w:tc>
      </w:tr>
      <w:tr w:rsidR="00761576" w:rsidRPr="00A71180" w:rsidTr="0053191A">
        <w:trPr>
          <w:trHeight w:val="480"/>
          <w:jc w:val="center"/>
        </w:trPr>
        <w:tc>
          <w:tcPr>
            <w:tcW w:w="6381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1576" w:rsidRPr="00A71180" w:rsidRDefault="00761576" w:rsidP="00193EEE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A71180">
              <w:rPr>
                <w:rFonts w:ascii="Times New Roman" w:hAnsi="Times New Roman"/>
                <w:b/>
                <w:sz w:val="32"/>
                <w:szCs w:val="32"/>
              </w:rPr>
              <w:t>Рефери по бегу</w:t>
            </w:r>
          </w:p>
        </w:tc>
        <w:tc>
          <w:tcPr>
            <w:tcW w:w="3536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1576" w:rsidRPr="00A71180" w:rsidRDefault="00761576" w:rsidP="00193EEE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М.Е. Пешков</w:t>
            </w:r>
          </w:p>
        </w:tc>
        <w:tc>
          <w:tcPr>
            <w:tcW w:w="4086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1576" w:rsidRPr="00A71180" w:rsidRDefault="00761576" w:rsidP="00193EEE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 категория, Краснодар</w:t>
            </w:r>
          </w:p>
        </w:tc>
      </w:tr>
      <w:tr w:rsidR="00761576" w:rsidRPr="00A71180" w:rsidTr="0053191A">
        <w:trPr>
          <w:trHeight w:val="480"/>
          <w:jc w:val="center"/>
        </w:trPr>
        <w:tc>
          <w:tcPr>
            <w:tcW w:w="6381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1576" w:rsidRPr="00A71180" w:rsidRDefault="00761576" w:rsidP="00BA2629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A71180">
              <w:rPr>
                <w:rFonts w:ascii="Times New Roman" w:hAnsi="Times New Roman"/>
                <w:b/>
                <w:sz w:val="32"/>
                <w:szCs w:val="32"/>
              </w:rPr>
              <w:t>Рефери по прыжкам</w:t>
            </w:r>
          </w:p>
        </w:tc>
        <w:tc>
          <w:tcPr>
            <w:tcW w:w="3536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1576" w:rsidRPr="00A71180" w:rsidRDefault="00761576" w:rsidP="00193EEE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Л.А. Волошин</w:t>
            </w:r>
          </w:p>
        </w:tc>
        <w:tc>
          <w:tcPr>
            <w:tcW w:w="4086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1576" w:rsidRPr="00A71180" w:rsidRDefault="00761576" w:rsidP="00193EEE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 категория, Краснодар</w:t>
            </w:r>
          </w:p>
        </w:tc>
      </w:tr>
    </w:tbl>
    <w:p w:rsidR="00761576" w:rsidRDefault="00761576" w:rsidP="004679E5"/>
    <w:sectPr w:rsidR="00761576" w:rsidSect="004679E5">
      <w:pgSz w:w="16838" w:h="11906" w:orient="landscape"/>
      <w:pgMar w:top="170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7BE4"/>
    <w:rsid w:val="000009B2"/>
    <w:rsid w:val="00002A6C"/>
    <w:rsid w:val="00005650"/>
    <w:rsid w:val="00006919"/>
    <w:rsid w:val="000228E0"/>
    <w:rsid w:val="00022C36"/>
    <w:rsid w:val="00026423"/>
    <w:rsid w:val="0002757A"/>
    <w:rsid w:val="0003633D"/>
    <w:rsid w:val="00036FE2"/>
    <w:rsid w:val="00041A34"/>
    <w:rsid w:val="00042D69"/>
    <w:rsid w:val="00044493"/>
    <w:rsid w:val="00044900"/>
    <w:rsid w:val="000457A5"/>
    <w:rsid w:val="00053A50"/>
    <w:rsid w:val="000630F3"/>
    <w:rsid w:val="0006321E"/>
    <w:rsid w:val="00063508"/>
    <w:rsid w:val="000640F3"/>
    <w:rsid w:val="0006410E"/>
    <w:rsid w:val="00065890"/>
    <w:rsid w:val="00072305"/>
    <w:rsid w:val="00076C8E"/>
    <w:rsid w:val="00080B4A"/>
    <w:rsid w:val="000841D6"/>
    <w:rsid w:val="00091695"/>
    <w:rsid w:val="000958E2"/>
    <w:rsid w:val="000A1EDE"/>
    <w:rsid w:val="000A21A0"/>
    <w:rsid w:val="000A4CEC"/>
    <w:rsid w:val="000B155F"/>
    <w:rsid w:val="000B1E09"/>
    <w:rsid w:val="000C3C7D"/>
    <w:rsid w:val="000C61CF"/>
    <w:rsid w:val="000C7917"/>
    <w:rsid w:val="000D3409"/>
    <w:rsid w:val="000E1A3B"/>
    <w:rsid w:val="000F4559"/>
    <w:rsid w:val="000F5544"/>
    <w:rsid w:val="001002DB"/>
    <w:rsid w:val="001004C7"/>
    <w:rsid w:val="0011094D"/>
    <w:rsid w:val="001331A4"/>
    <w:rsid w:val="001343B8"/>
    <w:rsid w:val="00134D3F"/>
    <w:rsid w:val="00135B34"/>
    <w:rsid w:val="00136FB2"/>
    <w:rsid w:val="00141771"/>
    <w:rsid w:val="001455C1"/>
    <w:rsid w:val="00147444"/>
    <w:rsid w:val="001516A0"/>
    <w:rsid w:val="00160371"/>
    <w:rsid w:val="00160A6B"/>
    <w:rsid w:val="00177A57"/>
    <w:rsid w:val="001904CB"/>
    <w:rsid w:val="00193EEE"/>
    <w:rsid w:val="001961C4"/>
    <w:rsid w:val="0019770E"/>
    <w:rsid w:val="001A4B44"/>
    <w:rsid w:val="001B1144"/>
    <w:rsid w:val="001B1A27"/>
    <w:rsid w:val="001B1F37"/>
    <w:rsid w:val="001B558F"/>
    <w:rsid w:val="001B7CB8"/>
    <w:rsid w:val="001C4E05"/>
    <w:rsid w:val="001D05D9"/>
    <w:rsid w:val="001D39F7"/>
    <w:rsid w:val="001D6B54"/>
    <w:rsid w:val="001E4846"/>
    <w:rsid w:val="001E7353"/>
    <w:rsid w:val="001E7413"/>
    <w:rsid w:val="001E7BE4"/>
    <w:rsid w:val="001E7E75"/>
    <w:rsid w:val="001F1F07"/>
    <w:rsid w:val="001F3754"/>
    <w:rsid w:val="00206E70"/>
    <w:rsid w:val="002113AE"/>
    <w:rsid w:val="002137FD"/>
    <w:rsid w:val="002165D0"/>
    <w:rsid w:val="0022459E"/>
    <w:rsid w:val="00224672"/>
    <w:rsid w:val="002320B8"/>
    <w:rsid w:val="00234217"/>
    <w:rsid w:val="002430CE"/>
    <w:rsid w:val="00245114"/>
    <w:rsid w:val="0024627C"/>
    <w:rsid w:val="0025189E"/>
    <w:rsid w:val="00254FF0"/>
    <w:rsid w:val="00266BD9"/>
    <w:rsid w:val="00267CF9"/>
    <w:rsid w:val="0027663E"/>
    <w:rsid w:val="002856E1"/>
    <w:rsid w:val="002956D4"/>
    <w:rsid w:val="002A0A6C"/>
    <w:rsid w:val="002B091E"/>
    <w:rsid w:val="002C49D7"/>
    <w:rsid w:val="002E2BD3"/>
    <w:rsid w:val="002F04E5"/>
    <w:rsid w:val="002F3A3C"/>
    <w:rsid w:val="002F7564"/>
    <w:rsid w:val="00303357"/>
    <w:rsid w:val="00311D49"/>
    <w:rsid w:val="0031270F"/>
    <w:rsid w:val="0031385D"/>
    <w:rsid w:val="00315761"/>
    <w:rsid w:val="00317656"/>
    <w:rsid w:val="003230FA"/>
    <w:rsid w:val="003276DC"/>
    <w:rsid w:val="003315BD"/>
    <w:rsid w:val="00332FA8"/>
    <w:rsid w:val="00335AB8"/>
    <w:rsid w:val="003434C4"/>
    <w:rsid w:val="00344166"/>
    <w:rsid w:val="003549FD"/>
    <w:rsid w:val="003608F3"/>
    <w:rsid w:val="003629EE"/>
    <w:rsid w:val="00363BF8"/>
    <w:rsid w:val="00367ED8"/>
    <w:rsid w:val="00376728"/>
    <w:rsid w:val="00392219"/>
    <w:rsid w:val="00394315"/>
    <w:rsid w:val="003A31B0"/>
    <w:rsid w:val="003A53D7"/>
    <w:rsid w:val="003B0504"/>
    <w:rsid w:val="003B2DAD"/>
    <w:rsid w:val="003D1AE6"/>
    <w:rsid w:val="003D567D"/>
    <w:rsid w:val="003D5724"/>
    <w:rsid w:val="003F716B"/>
    <w:rsid w:val="00401F5E"/>
    <w:rsid w:val="00407459"/>
    <w:rsid w:val="00422F3F"/>
    <w:rsid w:val="00423451"/>
    <w:rsid w:val="004265C9"/>
    <w:rsid w:val="00430229"/>
    <w:rsid w:val="00432A6E"/>
    <w:rsid w:val="0043324B"/>
    <w:rsid w:val="00433A9B"/>
    <w:rsid w:val="00434251"/>
    <w:rsid w:val="00436632"/>
    <w:rsid w:val="00437189"/>
    <w:rsid w:val="00443EA3"/>
    <w:rsid w:val="0046150D"/>
    <w:rsid w:val="00464E9E"/>
    <w:rsid w:val="004653BB"/>
    <w:rsid w:val="004679E5"/>
    <w:rsid w:val="00474C0C"/>
    <w:rsid w:val="00475930"/>
    <w:rsid w:val="00493E3B"/>
    <w:rsid w:val="004A3755"/>
    <w:rsid w:val="004A4AA9"/>
    <w:rsid w:val="004B13E0"/>
    <w:rsid w:val="004C2393"/>
    <w:rsid w:val="004D0DA4"/>
    <w:rsid w:val="004D4C03"/>
    <w:rsid w:val="004E0FAE"/>
    <w:rsid w:val="004E44E8"/>
    <w:rsid w:val="004E6F89"/>
    <w:rsid w:val="004F1887"/>
    <w:rsid w:val="004F2BFF"/>
    <w:rsid w:val="005000EE"/>
    <w:rsid w:val="005024EB"/>
    <w:rsid w:val="00504F80"/>
    <w:rsid w:val="005103A4"/>
    <w:rsid w:val="0051277D"/>
    <w:rsid w:val="00513F2C"/>
    <w:rsid w:val="00526081"/>
    <w:rsid w:val="00531873"/>
    <w:rsid w:val="0053191A"/>
    <w:rsid w:val="005360A7"/>
    <w:rsid w:val="00552765"/>
    <w:rsid w:val="00565050"/>
    <w:rsid w:val="005674D6"/>
    <w:rsid w:val="00570D26"/>
    <w:rsid w:val="00583D61"/>
    <w:rsid w:val="00585C14"/>
    <w:rsid w:val="0059238E"/>
    <w:rsid w:val="005960C4"/>
    <w:rsid w:val="005C1CDB"/>
    <w:rsid w:val="005C27F1"/>
    <w:rsid w:val="005C52F3"/>
    <w:rsid w:val="005C63A0"/>
    <w:rsid w:val="005D0974"/>
    <w:rsid w:val="005D4473"/>
    <w:rsid w:val="005E030E"/>
    <w:rsid w:val="005E749F"/>
    <w:rsid w:val="005F059E"/>
    <w:rsid w:val="005F1DFA"/>
    <w:rsid w:val="005F28F6"/>
    <w:rsid w:val="006147ED"/>
    <w:rsid w:val="00614827"/>
    <w:rsid w:val="00623164"/>
    <w:rsid w:val="0063303D"/>
    <w:rsid w:val="00633CFA"/>
    <w:rsid w:val="0063538A"/>
    <w:rsid w:val="00635425"/>
    <w:rsid w:val="00637C99"/>
    <w:rsid w:val="00651694"/>
    <w:rsid w:val="0065349E"/>
    <w:rsid w:val="006659AD"/>
    <w:rsid w:val="006817B9"/>
    <w:rsid w:val="0068514D"/>
    <w:rsid w:val="00685EE2"/>
    <w:rsid w:val="00693491"/>
    <w:rsid w:val="00694D5D"/>
    <w:rsid w:val="006952D1"/>
    <w:rsid w:val="00695ADC"/>
    <w:rsid w:val="006967EF"/>
    <w:rsid w:val="006A4940"/>
    <w:rsid w:val="006C5C40"/>
    <w:rsid w:val="006C6C80"/>
    <w:rsid w:val="006D3E8E"/>
    <w:rsid w:val="006D40F4"/>
    <w:rsid w:val="006D495B"/>
    <w:rsid w:val="006E3E6A"/>
    <w:rsid w:val="006E5D54"/>
    <w:rsid w:val="006F4E93"/>
    <w:rsid w:val="006F7C46"/>
    <w:rsid w:val="00701CA3"/>
    <w:rsid w:val="0070260F"/>
    <w:rsid w:val="00706F6A"/>
    <w:rsid w:val="007127DA"/>
    <w:rsid w:val="00713249"/>
    <w:rsid w:val="00714405"/>
    <w:rsid w:val="00714CDD"/>
    <w:rsid w:val="00724496"/>
    <w:rsid w:val="00727E20"/>
    <w:rsid w:val="007318D8"/>
    <w:rsid w:val="00733AD8"/>
    <w:rsid w:val="00747D2E"/>
    <w:rsid w:val="00753C90"/>
    <w:rsid w:val="00761576"/>
    <w:rsid w:val="00765D2E"/>
    <w:rsid w:val="0077174B"/>
    <w:rsid w:val="007738DE"/>
    <w:rsid w:val="00773D61"/>
    <w:rsid w:val="0077472B"/>
    <w:rsid w:val="0079258F"/>
    <w:rsid w:val="007A35E3"/>
    <w:rsid w:val="007A5AB3"/>
    <w:rsid w:val="007A7A93"/>
    <w:rsid w:val="007A7DC4"/>
    <w:rsid w:val="007B5410"/>
    <w:rsid w:val="007B6185"/>
    <w:rsid w:val="007D2441"/>
    <w:rsid w:val="007D2B9C"/>
    <w:rsid w:val="007D5AA8"/>
    <w:rsid w:val="007E1D1E"/>
    <w:rsid w:val="007F2073"/>
    <w:rsid w:val="007F2F85"/>
    <w:rsid w:val="00803C2E"/>
    <w:rsid w:val="008076C7"/>
    <w:rsid w:val="008214BD"/>
    <w:rsid w:val="00821F98"/>
    <w:rsid w:val="00824BD5"/>
    <w:rsid w:val="00832221"/>
    <w:rsid w:val="008326EC"/>
    <w:rsid w:val="00833B2E"/>
    <w:rsid w:val="00845443"/>
    <w:rsid w:val="00850D02"/>
    <w:rsid w:val="00851465"/>
    <w:rsid w:val="00852024"/>
    <w:rsid w:val="008522BC"/>
    <w:rsid w:val="00855B23"/>
    <w:rsid w:val="00855CA8"/>
    <w:rsid w:val="00856F7A"/>
    <w:rsid w:val="00867951"/>
    <w:rsid w:val="00870425"/>
    <w:rsid w:val="00874E79"/>
    <w:rsid w:val="00880567"/>
    <w:rsid w:val="00883B4D"/>
    <w:rsid w:val="00886142"/>
    <w:rsid w:val="00895361"/>
    <w:rsid w:val="00896B2E"/>
    <w:rsid w:val="008A40C8"/>
    <w:rsid w:val="008A640C"/>
    <w:rsid w:val="008A663E"/>
    <w:rsid w:val="008B0DED"/>
    <w:rsid w:val="008B268B"/>
    <w:rsid w:val="008B4C31"/>
    <w:rsid w:val="008C13F8"/>
    <w:rsid w:val="008C1FE8"/>
    <w:rsid w:val="008C55A4"/>
    <w:rsid w:val="008C79FF"/>
    <w:rsid w:val="008D1964"/>
    <w:rsid w:val="008E081C"/>
    <w:rsid w:val="008E641B"/>
    <w:rsid w:val="008E649A"/>
    <w:rsid w:val="008E704D"/>
    <w:rsid w:val="008F1ED6"/>
    <w:rsid w:val="008F5324"/>
    <w:rsid w:val="008F76B1"/>
    <w:rsid w:val="0090433F"/>
    <w:rsid w:val="00905A14"/>
    <w:rsid w:val="00927FB1"/>
    <w:rsid w:val="00934469"/>
    <w:rsid w:val="00947F9E"/>
    <w:rsid w:val="009602DF"/>
    <w:rsid w:val="0096286A"/>
    <w:rsid w:val="00962FB9"/>
    <w:rsid w:val="00964286"/>
    <w:rsid w:val="00982E64"/>
    <w:rsid w:val="00983705"/>
    <w:rsid w:val="00983DD7"/>
    <w:rsid w:val="00985445"/>
    <w:rsid w:val="00991947"/>
    <w:rsid w:val="0099684A"/>
    <w:rsid w:val="009B462D"/>
    <w:rsid w:val="009C0873"/>
    <w:rsid w:val="009C65D6"/>
    <w:rsid w:val="009C76F1"/>
    <w:rsid w:val="009D7E1F"/>
    <w:rsid w:val="009E1DAB"/>
    <w:rsid w:val="009E5A85"/>
    <w:rsid w:val="00A00FE1"/>
    <w:rsid w:val="00A076AE"/>
    <w:rsid w:val="00A11147"/>
    <w:rsid w:val="00A126EC"/>
    <w:rsid w:val="00A21695"/>
    <w:rsid w:val="00A21748"/>
    <w:rsid w:val="00A40DB0"/>
    <w:rsid w:val="00A40E07"/>
    <w:rsid w:val="00A50504"/>
    <w:rsid w:val="00A51607"/>
    <w:rsid w:val="00A51F85"/>
    <w:rsid w:val="00A71180"/>
    <w:rsid w:val="00A74531"/>
    <w:rsid w:val="00A86C0F"/>
    <w:rsid w:val="00A9052F"/>
    <w:rsid w:val="00AA12C3"/>
    <w:rsid w:val="00AA1464"/>
    <w:rsid w:val="00AA55C7"/>
    <w:rsid w:val="00AA7EB3"/>
    <w:rsid w:val="00AB2150"/>
    <w:rsid w:val="00AD306A"/>
    <w:rsid w:val="00AD582A"/>
    <w:rsid w:val="00AD6A43"/>
    <w:rsid w:val="00AE07A4"/>
    <w:rsid w:val="00AE41B7"/>
    <w:rsid w:val="00AF4075"/>
    <w:rsid w:val="00B2034F"/>
    <w:rsid w:val="00B20B23"/>
    <w:rsid w:val="00B232E1"/>
    <w:rsid w:val="00B24E45"/>
    <w:rsid w:val="00B37A5E"/>
    <w:rsid w:val="00B41935"/>
    <w:rsid w:val="00B44729"/>
    <w:rsid w:val="00B4675A"/>
    <w:rsid w:val="00B56291"/>
    <w:rsid w:val="00B56603"/>
    <w:rsid w:val="00B654C9"/>
    <w:rsid w:val="00B6693A"/>
    <w:rsid w:val="00B811DC"/>
    <w:rsid w:val="00B81A67"/>
    <w:rsid w:val="00B82E13"/>
    <w:rsid w:val="00B86AED"/>
    <w:rsid w:val="00B9651B"/>
    <w:rsid w:val="00BA2629"/>
    <w:rsid w:val="00BA5724"/>
    <w:rsid w:val="00BA7865"/>
    <w:rsid w:val="00BC7581"/>
    <w:rsid w:val="00BD1627"/>
    <w:rsid w:val="00BD6904"/>
    <w:rsid w:val="00BE0A87"/>
    <w:rsid w:val="00BE0E43"/>
    <w:rsid w:val="00BE4F54"/>
    <w:rsid w:val="00BF4BCA"/>
    <w:rsid w:val="00C01892"/>
    <w:rsid w:val="00C07496"/>
    <w:rsid w:val="00C11217"/>
    <w:rsid w:val="00C1249A"/>
    <w:rsid w:val="00C13AB2"/>
    <w:rsid w:val="00C22B6A"/>
    <w:rsid w:val="00C34898"/>
    <w:rsid w:val="00C36503"/>
    <w:rsid w:val="00C45553"/>
    <w:rsid w:val="00C45633"/>
    <w:rsid w:val="00C560A9"/>
    <w:rsid w:val="00C66D89"/>
    <w:rsid w:val="00C712D2"/>
    <w:rsid w:val="00C73653"/>
    <w:rsid w:val="00C833EE"/>
    <w:rsid w:val="00C85BA3"/>
    <w:rsid w:val="00CA06FB"/>
    <w:rsid w:val="00CA7A07"/>
    <w:rsid w:val="00CB25C9"/>
    <w:rsid w:val="00CB45B3"/>
    <w:rsid w:val="00CC426E"/>
    <w:rsid w:val="00CD3DDF"/>
    <w:rsid w:val="00CD74E9"/>
    <w:rsid w:val="00CD7A9B"/>
    <w:rsid w:val="00CE34C5"/>
    <w:rsid w:val="00CE7F2A"/>
    <w:rsid w:val="00CF24A5"/>
    <w:rsid w:val="00CF30D9"/>
    <w:rsid w:val="00CF3DAE"/>
    <w:rsid w:val="00D02EE7"/>
    <w:rsid w:val="00D05E3A"/>
    <w:rsid w:val="00D073C8"/>
    <w:rsid w:val="00D16A21"/>
    <w:rsid w:val="00D17B7E"/>
    <w:rsid w:val="00D24C07"/>
    <w:rsid w:val="00D2786F"/>
    <w:rsid w:val="00D3011A"/>
    <w:rsid w:val="00D30715"/>
    <w:rsid w:val="00D31F28"/>
    <w:rsid w:val="00D32419"/>
    <w:rsid w:val="00D56A3B"/>
    <w:rsid w:val="00D67E45"/>
    <w:rsid w:val="00D70E88"/>
    <w:rsid w:val="00D733C8"/>
    <w:rsid w:val="00D7395D"/>
    <w:rsid w:val="00D96A65"/>
    <w:rsid w:val="00DA1859"/>
    <w:rsid w:val="00DA1BBB"/>
    <w:rsid w:val="00DB146E"/>
    <w:rsid w:val="00DB6658"/>
    <w:rsid w:val="00DC28C5"/>
    <w:rsid w:val="00DC36DD"/>
    <w:rsid w:val="00DD2642"/>
    <w:rsid w:val="00DD29BD"/>
    <w:rsid w:val="00DD4274"/>
    <w:rsid w:val="00DD69A6"/>
    <w:rsid w:val="00DE236B"/>
    <w:rsid w:val="00DE5A19"/>
    <w:rsid w:val="00DF6D11"/>
    <w:rsid w:val="00E003CD"/>
    <w:rsid w:val="00E043F3"/>
    <w:rsid w:val="00E056E0"/>
    <w:rsid w:val="00E36D39"/>
    <w:rsid w:val="00E37E51"/>
    <w:rsid w:val="00E37F87"/>
    <w:rsid w:val="00E41991"/>
    <w:rsid w:val="00E441B5"/>
    <w:rsid w:val="00E550EB"/>
    <w:rsid w:val="00E626E8"/>
    <w:rsid w:val="00E7062C"/>
    <w:rsid w:val="00E77BFC"/>
    <w:rsid w:val="00E827DC"/>
    <w:rsid w:val="00E848A0"/>
    <w:rsid w:val="00E86B67"/>
    <w:rsid w:val="00EA5F2A"/>
    <w:rsid w:val="00EA7CA9"/>
    <w:rsid w:val="00EB59B1"/>
    <w:rsid w:val="00EC762B"/>
    <w:rsid w:val="00EC76D2"/>
    <w:rsid w:val="00ED1FB6"/>
    <w:rsid w:val="00ED6781"/>
    <w:rsid w:val="00EE1E57"/>
    <w:rsid w:val="00EE2487"/>
    <w:rsid w:val="00EF66C2"/>
    <w:rsid w:val="00F1111B"/>
    <w:rsid w:val="00F119ED"/>
    <w:rsid w:val="00F13375"/>
    <w:rsid w:val="00F332AA"/>
    <w:rsid w:val="00F3395B"/>
    <w:rsid w:val="00F3554B"/>
    <w:rsid w:val="00F4231D"/>
    <w:rsid w:val="00F50532"/>
    <w:rsid w:val="00F50D92"/>
    <w:rsid w:val="00F51A4D"/>
    <w:rsid w:val="00F52EA1"/>
    <w:rsid w:val="00F547B9"/>
    <w:rsid w:val="00F60D84"/>
    <w:rsid w:val="00F65129"/>
    <w:rsid w:val="00F71DAD"/>
    <w:rsid w:val="00F8486C"/>
    <w:rsid w:val="00F854DA"/>
    <w:rsid w:val="00F879E8"/>
    <w:rsid w:val="00FA2004"/>
    <w:rsid w:val="00FA3F95"/>
    <w:rsid w:val="00FB1EF3"/>
    <w:rsid w:val="00FB3EEE"/>
    <w:rsid w:val="00FB6070"/>
    <w:rsid w:val="00FC49F1"/>
    <w:rsid w:val="00FC7C52"/>
    <w:rsid w:val="00FD3E19"/>
    <w:rsid w:val="00FD3E4C"/>
    <w:rsid w:val="00FD56B2"/>
    <w:rsid w:val="00FD7B08"/>
    <w:rsid w:val="00FE6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3A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11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2</Pages>
  <Words>136</Words>
  <Characters>777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user</cp:lastModifiedBy>
  <cp:revision>4</cp:revision>
  <cp:lastPrinted>2013-01-21T06:13:00Z</cp:lastPrinted>
  <dcterms:created xsi:type="dcterms:W3CDTF">2013-01-20T11:36:00Z</dcterms:created>
  <dcterms:modified xsi:type="dcterms:W3CDTF">2013-01-21T06:23:00Z</dcterms:modified>
</cp:coreProperties>
</file>